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DB695" w14:textId="3D0BF717" w:rsidR="004557B2" w:rsidRPr="00AA252F" w:rsidRDefault="004557B2" w:rsidP="00097E23">
      <w:pPr>
        <w:pStyle w:val="Default"/>
        <w:rPr>
          <w:rFonts w:asciiTheme="minorHAnsi" w:hAnsiTheme="minorHAnsi" w:cstheme="minorHAnsi"/>
        </w:rPr>
      </w:pPr>
      <w:r w:rsidRPr="00AA252F">
        <w:rPr>
          <w:rFonts w:asciiTheme="minorHAnsi" w:hAnsiTheme="minorHAnsi" w:cstheme="minorHAnsi"/>
        </w:rPr>
        <w:t xml:space="preserve">Dot. </w:t>
      </w:r>
      <w:r w:rsidR="001E4F9D" w:rsidRPr="00AA252F">
        <w:rPr>
          <w:rFonts w:asciiTheme="minorHAnsi" w:hAnsiTheme="minorHAnsi" w:cstheme="minorHAnsi"/>
        </w:rPr>
        <w:t xml:space="preserve"> </w:t>
      </w:r>
      <w:r w:rsidR="00097E23" w:rsidRPr="00AA252F">
        <w:rPr>
          <w:rFonts w:asciiTheme="minorHAnsi" w:hAnsiTheme="minorHAnsi" w:cstheme="minorHAnsi"/>
        </w:rPr>
        <w:t>DAIP.WOKRM.0102.189.1.2021</w:t>
      </w:r>
    </w:p>
    <w:p w14:paraId="59ADAAEB" w14:textId="77777777" w:rsidR="00522E5D" w:rsidRDefault="00522E5D" w:rsidP="00F7307D">
      <w:pPr>
        <w:ind w:left="4248" w:firstLine="708"/>
        <w:rPr>
          <w:rFonts w:asciiTheme="minorHAnsi" w:eastAsia="Calibri" w:hAnsiTheme="minorHAnsi" w:cstheme="minorHAnsi"/>
          <w:bCs/>
          <w:lang w:eastAsia="en-US"/>
        </w:rPr>
      </w:pPr>
    </w:p>
    <w:p w14:paraId="59D6A47C" w14:textId="77777777" w:rsidR="00316A43" w:rsidRDefault="00316A43" w:rsidP="00F7307D">
      <w:pPr>
        <w:ind w:left="4248" w:firstLine="708"/>
        <w:rPr>
          <w:rFonts w:asciiTheme="minorHAnsi" w:eastAsia="Calibri" w:hAnsiTheme="minorHAnsi" w:cstheme="minorHAnsi"/>
          <w:bCs/>
          <w:lang w:eastAsia="en-US"/>
        </w:rPr>
      </w:pPr>
    </w:p>
    <w:p w14:paraId="0DD7947A" w14:textId="0F054FE4" w:rsidR="00F7307D" w:rsidRPr="00316A43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316A43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316A43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316A43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AA252F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A252F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AA252F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AA252F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1F084AFB" w:rsidR="00300251" w:rsidRDefault="00316A43" w:rsidP="00797624">
      <w:pPr>
        <w:spacing w:before="120" w:after="120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</w:rPr>
        <w:t xml:space="preserve">w </w:t>
      </w:r>
      <w:r w:rsidR="001E2E24">
        <w:rPr>
          <w:rFonts w:asciiTheme="minorHAnsi" w:hAnsiTheme="minorHAnsi" w:cstheme="minorHAnsi"/>
        </w:rPr>
        <w:t>nawiązaniu do przekazanych w p</w:t>
      </w:r>
      <w:r w:rsidR="00965AD9">
        <w:rPr>
          <w:rFonts w:asciiTheme="minorHAnsi" w:hAnsiTheme="minorHAnsi" w:cstheme="minorHAnsi"/>
        </w:rPr>
        <w:t xml:space="preserve">iśmie z dnia 1 grudnia 2021 r., </w:t>
      </w:r>
      <w:r w:rsidR="001E2E24">
        <w:rPr>
          <w:rFonts w:asciiTheme="minorHAnsi" w:hAnsiTheme="minorHAnsi" w:cstheme="minorHAnsi"/>
        </w:rPr>
        <w:t xml:space="preserve">znak: </w:t>
      </w:r>
      <w:r w:rsidR="001E2E24" w:rsidRPr="001E2E24">
        <w:rPr>
          <w:rFonts w:asciiTheme="minorHAnsi" w:hAnsiTheme="minorHAnsi" w:cstheme="minorHAnsi"/>
        </w:rPr>
        <w:t>UZP.P.0620.11.MT.2021.3</w:t>
      </w:r>
      <w:r w:rsidR="00965AD9">
        <w:rPr>
          <w:rFonts w:asciiTheme="minorHAnsi" w:hAnsiTheme="minorHAnsi" w:cstheme="minorHAnsi"/>
        </w:rPr>
        <w:t>,</w:t>
      </w:r>
      <w:bookmarkStart w:id="0" w:name="_GoBack"/>
      <w:bookmarkEnd w:id="0"/>
      <w:r w:rsidR="001E2E24">
        <w:rPr>
          <w:rFonts w:asciiTheme="minorHAnsi" w:hAnsiTheme="minorHAnsi" w:cstheme="minorHAnsi"/>
        </w:rPr>
        <w:t xml:space="preserve"> wyjaśnień </w:t>
      </w:r>
      <w:r w:rsidR="001E2E24" w:rsidRPr="001E2E24">
        <w:rPr>
          <w:rFonts w:asciiTheme="minorHAnsi" w:hAnsiTheme="minorHAnsi" w:cstheme="minorHAnsi"/>
        </w:rPr>
        <w:t>Prezesa Urzędu Zamówień Publicznych</w:t>
      </w:r>
      <w:r>
        <w:rPr>
          <w:rFonts w:asciiTheme="minorHAnsi" w:hAnsiTheme="minorHAnsi" w:cstheme="minorHAnsi"/>
        </w:rPr>
        <w:t xml:space="preserve"> </w:t>
      </w:r>
      <w:r w:rsidR="001E2E24">
        <w:rPr>
          <w:rFonts w:asciiTheme="minorHAnsi" w:hAnsiTheme="minorHAnsi" w:cstheme="minorHAnsi"/>
        </w:rPr>
        <w:t xml:space="preserve">odnośnie </w:t>
      </w:r>
      <w:r w:rsidR="001E2E24" w:rsidRPr="001E2E24">
        <w:rPr>
          <w:rFonts w:asciiTheme="minorHAnsi" w:hAnsiTheme="minorHAnsi" w:cstheme="minorHAnsi"/>
          <w:bCs/>
          <w:iCs/>
        </w:rPr>
        <w:t xml:space="preserve">uwag Ministra Cyfryzacji </w:t>
      </w:r>
      <w:r w:rsidR="001E2E24">
        <w:rPr>
          <w:rFonts w:asciiTheme="minorHAnsi" w:hAnsiTheme="minorHAnsi" w:cstheme="minorHAnsi"/>
          <w:bCs/>
          <w:iCs/>
        </w:rPr>
        <w:t xml:space="preserve">do </w:t>
      </w:r>
      <w:r w:rsidR="00797624" w:rsidRPr="00797624">
        <w:rPr>
          <w:rFonts w:asciiTheme="minorHAnsi" w:hAnsiTheme="minorHAnsi" w:cstheme="minorHAnsi"/>
          <w:b/>
          <w:iCs/>
        </w:rPr>
        <w:t>projekt</w:t>
      </w:r>
      <w:r w:rsidR="001E2E24">
        <w:rPr>
          <w:rFonts w:asciiTheme="minorHAnsi" w:hAnsiTheme="minorHAnsi" w:cstheme="minorHAnsi"/>
          <w:b/>
          <w:iCs/>
        </w:rPr>
        <w:t>u</w:t>
      </w:r>
      <w:r w:rsidR="00797624" w:rsidRPr="00797624">
        <w:rPr>
          <w:rFonts w:asciiTheme="minorHAnsi" w:hAnsiTheme="minorHAnsi" w:cstheme="minorHAnsi"/>
          <w:b/>
          <w:iCs/>
        </w:rPr>
        <w:t xml:space="preserve"> II tomu Rekomendacji Prezesa Urzędu Zamówień Publicznych dotyczących zamówień publicznych na systemy informatyczne pn. "OPZ i przygotowanie postępowania o udzielenie zamówienia publicznego na system informatyczny</w:t>
      </w:r>
      <w:r w:rsidR="00FC4E19" w:rsidRPr="00316A43">
        <w:rPr>
          <w:rFonts w:asciiTheme="minorHAnsi" w:hAnsiTheme="minorHAnsi" w:cstheme="minorHAnsi"/>
          <w:bCs/>
          <w:iCs/>
        </w:rPr>
        <w:t xml:space="preserve">, </w:t>
      </w:r>
      <w:r w:rsidR="001E2E24">
        <w:rPr>
          <w:rFonts w:asciiTheme="minorHAnsi" w:hAnsiTheme="minorHAnsi" w:cstheme="minorHAnsi"/>
          <w:bCs/>
          <w:iCs/>
        </w:rPr>
        <w:t xml:space="preserve">uprzejmie informuję, że akceptuję </w:t>
      </w:r>
      <w:r w:rsidR="001E2E24" w:rsidRPr="001E2E24">
        <w:rPr>
          <w:rFonts w:asciiTheme="minorHAnsi" w:hAnsiTheme="minorHAnsi" w:cstheme="minorHAnsi"/>
          <w:bCs/>
          <w:iCs/>
        </w:rPr>
        <w:t>spos</w:t>
      </w:r>
      <w:r w:rsidR="001E2E24">
        <w:rPr>
          <w:rFonts w:asciiTheme="minorHAnsi" w:hAnsiTheme="minorHAnsi" w:cstheme="minorHAnsi"/>
          <w:bCs/>
          <w:iCs/>
        </w:rPr>
        <w:t>ó</w:t>
      </w:r>
      <w:r w:rsidR="001E2E24" w:rsidRPr="001E2E24">
        <w:rPr>
          <w:rFonts w:asciiTheme="minorHAnsi" w:hAnsiTheme="minorHAnsi" w:cstheme="minorHAnsi"/>
          <w:bCs/>
          <w:iCs/>
        </w:rPr>
        <w:t xml:space="preserve">b uwzględnienia </w:t>
      </w:r>
      <w:r w:rsidR="001E2E24">
        <w:rPr>
          <w:rFonts w:asciiTheme="minorHAnsi" w:hAnsiTheme="minorHAnsi" w:cstheme="minorHAnsi"/>
          <w:bCs/>
          <w:iCs/>
        </w:rPr>
        <w:t xml:space="preserve">uwag w </w:t>
      </w:r>
      <w:r w:rsidR="00726045" w:rsidRPr="00AA252F">
        <w:rPr>
          <w:rFonts w:asciiTheme="minorHAnsi" w:hAnsiTheme="minorHAnsi" w:cstheme="minorHAnsi"/>
          <w:spacing w:val="-6"/>
        </w:rPr>
        <w:t>przedmiotow</w:t>
      </w:r>
      <w:r w:rsidR="001E2E24">
        <w:rPr>
          <w:rFonts w:asciiTheme="minorHAnsi" w:hAnsiTheme="minorHAnsi" w:cstheme="minorHAnsi"/>
          <w:spacing w:val="-6"/>
        </w:rPr>
        <w:t>ym dokumencie</w:t>
      </w:r>
      <w:r w:rsidR="00176E9D" w:rsidRPr="00AA252F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AA252F" w:rsidRDefault="00800806" w:rsidP="00965AD9">
      <w:pPr>
        <w:spacing w:before="600" w:after="120"/>
        <w:ind w:left="3969"/>
        <w:jc w:val="center"/>
        <w:rPr>
          <w:rFonts w:asciiTheme="minorHAnsi" w:hAnsiTheme="minorHAnsi" w:cstheme="minorHAnsi"/>
          <w:i/>
          <w:iCs/>
        </w:rPr>
      </w:pPr>
      <w:r w:rsidRPr="00AA252F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AA252F" w:rsidRDefault="00800806" w:rsidP="00965AD9">
      <w:pPr>
        <w:ind w:left="3969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 xml:space="preserve">z up. </w:t>
      </w:r>
      <w:r w:rsidR="001D2CEF" w:rsidRPr="00AA252F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AA252F" w:rsidRDefault="00800806" w:rsidP="00965AD9">
      <w:pPr>
        <w:ind w:left="3969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A252F" w:rsidRDefault="00800806" w:rsidP="00965AD9">
      <w:pPr>
        <w:spacing w:after="120"/>
        <w:ind w:left="3969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w Kancelarii Prezesa Rady Ministrów</w:t>
      </w:r>
    </w:p>
    <w:p w14:paraId="0F43274D" w14:textId="382219F7" w:rsidR="00E5203E" w:rsidRPr="00965AD9" w:rsidRDefault="00E5203E" w:rsidP="00965AD9">
      <w:pPr>
        <w:ind w:left="3969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65AD9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E5203E" w:rsidRPr="00965AD9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97442" w14:textId="77777777" w:rsidR="00AB169D" w:rsidRDefault="00AB169D">
      <w:r>
        <w:separator/>
      </w:r>
    </w:p>
  </w:endnote>
  <w:endnote w:type="continuationSeparator" w:id="0">
    <w:p w14:paraId="333FBC38" w14:textId="77777777" w:rsidR="00AB169D" w:rsidRDefault="00AB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FA59B" w14:textId="77777777" w:rsidR="00AB169D" w:rsidRDefault="00AB169D">
      <w:r>
        <w:separator/>
      </w:r>
    </w:p>
  </w:footnote>
  <w:footnote w:type="continuationSeparator" w:id="0">
    <w:p w14:paraId="71249DFD" w14:textId="77777777" w:rsidR="00AB169D" w:rsidRDefault="00AB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AB169D" w:rsidP="007018D3">
    <w:pPr>
      <w:pStyle w:val="Nagwek"/>
      <w:jc w:val="right"/>
    </w:pPr>
  </w:p>
  <w:p w14:paraId="02725DBB" w14:textId="77777777" w:rsidR="007018D3" w:rsidRDefault="00AB169D" w:rsidP="007018D3">
    <w:pPr>
      <w:pStyle w:val="Nagwek"/>
      <w:jc w:val="right"/>
    </w:pPr>
  </w:p>
  <w:p w14:paraId="7882869A" w14:textId="42783525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3B4D2" w14:textId="7E217A78" w:rsidR="00B4388C" w:rsidRPr="00DA3527" w:rsidRDefault="00B4388C" w:rsidP="00B4388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E64EF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DRC.WLA.0643.15.2021</w:t>
                          </w:r>
                          <w:r w:rsidR="001E2E24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(9)</w:t>
                          </w:r>
                        </w:p>
                        <w:p w14:paraId="568A2C25" w14:textId="1E564DCF" w:rsidR="0033475C" w:rsidRPr="00DA3527" w:rsidRDefault="00AB169D" w:rsidP="00B4388C">
                          <w:pP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6FF3B4D2" w14:textId="7E217A78" w:rsidR="00B4388C" w:rsidRPr="00DA3527" w:rsidRDefault="00B4388C" w:rsidP="00B4388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E64EF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DRC.WLA.0643.15.2021</w:t>
                    </w:r>
                    <w:r w:rsidR="001E2E24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(9)</w:t>
                    </w:r>
                  </w:p>
                  <w:p w14:paraId="568A2C25" w14:textId="1E564DCF" w:rsidR="0033475C" w:rsidRPr="00DA3527" w:rsidRDefault="00D52C7F" w:rsidP="00B4388C">
                    <w:pP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B4388C">
      <w:t xml:space="preserve"> </w:t>
    </w:r>
    <w:r w:rsidR="00D64B58">
      <w:t>8</w:t>
    </w:r>
    <w:r w:rsidR="00B4388C">
      <w:t xml:space="preserve"> </w:t>
    </w:r>
    <w:r w:rsidR="001E2E24">
      <w:t>grudnia</w:t>
    </w:r>
    <w:r w:rsidR="00316A43">
      <w:t xml:space="preserve"> 2021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285761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A416E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E3329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C7D49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F7EB9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63988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02886"/>
    <w:multiLevelType w:val="hybridMultilevel"/>
    <w:tmpl w:val="789A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47386"/>
    <w:rsid w:val="000713B4"/>
    <w:rsid w:val="00085A64"/>
    <w:rsid w:val="00091413"/>
    <w:rsid w:val="00097E23"/>
    <w:rsid w:val="000B561C"/>
    <w:rsid w:val="000C0EE6"/>
    <w:rsid w:val="000C7006"/>
    <w:rsid w:val="000D5BE7"/>
    <w:rsid w:val="000E00FB"/>
    <w:rsid w:val="000E44FC"/>
    <w:rsid w:val="001108E0"/>
    <w:rsid w:val="00141935"/>
    <w:rsid w:val="00143B60"/>
    <w:rsid w:val="00145E76"/>
    <w:rsid w:val="00151B16"/>
    <w:rsid w:val="00154F7D"/>
    <w:rsid w:val="00155C58"/>
    <w:rsid w:val="00156771"/>
    <w:rsid w:val="00167AA8"/>
    <w:rsid w:val="00175D22"/>
    <w:rsid w:val="00176E9D"/>
    <w:rsid w:val="001A64A4"/>
    <w:rsid w:val="001B2AD9"/>
    <w:rsid w:val="001B53DC"/>
    <w:rsid w:val="001B7FC9"/>
    <w:rsid w:val="001D2CEF"/>
    <w:rsid w:val="001E2E24"/>
    <w:rsid w:val="001E4F9D"/>
    <w:rsid w:val="00202441"/>
    <w:rsid w:val="00210F06"/>
    <w:rsid w:val="0021109B"/>
    <w:rsid w:val="00211A1E"/>
    <w:rsid w:val="00235802"/>
    <w:rsid w:val="00250659"/>
    <w:rsid w:val="00250D25"/>
    <w:rsid w:val="0025784F"/>
    <w:rsid w:val="00263292"/>
    <w:rsid w:val="00270126"/>
    <w:rsid w:val="00270492"/>
    <w:rsid w:val="00270532"/>
    <w:rsid w:val="002B23C4"/>
    <w:rsid w:val="002B2F27"/>
    <w:rsid w:val="002F1215"/>
    <w:rsid w:val="00300251"/>
    <w:rsid w:val="003009AB"/>
    <w:rsid w:val="00316A43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C4510"/>
    <w:rsid w:val="003D2D3F"/>
    <w:rsid w:val="00401A47"/>
    <w:rsid w:val="004228CB"/>
    <w:rsid w:val="004373FE"/>
    <w:rsid w:val="004557B2"/>
    <w:rsid w:val="00480267"/>
    <w:rsid w:val="004B5188"/>
    <w:rsid w:val="004B5CA3"/>
    <w:rsid w:val="004D7118"/>
    <w:rsid w:val="004D743E"/>
    <w:rsid w:val="004F228E"/>
    <w:rsid w:val="004F7D7E"/>
    <w:rsid w:val="005032C5"/>
    <w:rsid w:val="00503A66"/>
    <w:rsid w:val="00522E5D"/>
    <w:rsid w:val="00555122"/>
    <w:rsid w:val="0056690C"/>
    <w:rsid w:val="0057174F"/>
    <w:rsid w:val="0057318D"/>
    <w:rsid w:val="00573954"/>
    <w:rsid w:val="005A73DD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6C3A"/>
    <w:rsid w:val="0069346B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97624"/>
    <w:rsid w:val="007D21B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65AD9"/>
    <w:rsid w:val="00971C1E"/>
    <w:rsid w:val="00974516"/>
    <w:rsid w:val="00976FA4"/>
    <w:rsid w:val="00981A4C"/>
    <w:rsid w:val="00A3134F"/>
    <w:rsid w:val="00A61EF6"/>
    <w:rsid w:val="00A62120"/>
    <w:rsid w:val="00A6673C"/>
    <w:rsid w:val="00A72B08"/>
    <w:rsid w:val="00A73B0F"/>
    <w:rsid w:val="00A7580D"/>
    <w:rsid w:val="00A80663"/>
    <w:rsid w:val="00A8209E"/>
    <w:rsid w:val="00A86A24"/>
    <w:rsid w:val="00AA252F"/>
    <w:rsid w:val="00AB169D"/>
    <w:rsid w:val="00AC2C33"/>
    <w:rsid w:val="00AD13B4"/>
    <w:rsid w:val="00AE3D22"/>
    <w:rsid w:val="00AE5C66"/>
    <w:rsid w:val="00B10FE8"/>
    <w:rsid w:val="00B1214A"/>
    <w:rsid w:val="00B23288"/>
    <w:rsid w:val="00B4388C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51C28"/>
    <w:rsid w:val="00D52468"/>
    <w:rsid w:val="00D52C7F"/>
    <w:rsid w:val="00D57C88"/>
    <w:rsid w:val="00D64B58"/>
    <w:rsid w:val="00D8099A"/>
    <w:rsid w:val="00DC5F70"/>
    <w:rsid w:val="00DD2EA6"/>
    <w:rsid w:val="00DD7D26"/>
    <w:rsid w:val="00DE10DB"/>
    <w:rsid w:val="00E049BC"/>
    <w:rsid w:val="00E064D8"/>
    <w:rsid w:val="00E32DC4"/>
    <w:rsid w:val="00E42F8E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6794C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5</cp:revision>
  <dcterms:created xsi:type="dcterms:W3CDTF">2021-12-07T08:33:00Z</dcterms:created>
  <dcterms:modified xsi:type="dcterms:W3CDTF">2021-12-08T12:27:00Z</dcterms:modified>
</cp:coreProperties>
</file>